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E6" w:rsidRPr="004A70F4" w:rsidRDefault="00516A2D" w:rsidP="008F7828">
      <w:pPr>
        <w:ind w:leftChars="-400" w:left="3" w:hangingChars="300" w:hanging="843"/>
        <w:jc w:val="center"/>
        <w:rPr>
          <w:rFonts w:ascii="黑体" w:eastAsia="黑体"/>
          <w:b/>
          <w:sz w:val="28"/>
          <w:szCs w:val="28"/>
          <w:u w:val="single"/>
        </w:rPr>
      </w:pPr>
      <w:r w:rsidRPr="00516A2D">
        <w:rPr>
          <w:rFonts w:hint="eastAsia"/>
          <w:b/>
          <w:sz w:val="28"/>
          <w:szCs w:val="28"/>
        </w:rPr>
        <w:t>代理</w:t>
      </w:r>
      <w:r w:rsidR="00B21829">
        <w:rPr>
          <w:rFonts w:hint="eastAsia"/>
          <w:b/>
          <w:sz w:val="28"/>
          <w:szCs w:val="28"/>
        </w:rPr>
        <w:t>合作伙伴</w:t>
      </w:r>
      <w:r w:rsidRPr="00516A2D">
        <w:rPr>
          <w:rFonts w:hint="eastAsia"/>
          <w:b/>
          <w:sz w:val="28"/>
          <w:szCs w:val="28"/>
        </w:rPr>
        <w:t>基本资料表</w:t>
      </w:r>
    </w:p>
    <w:p w:rsidR="00B25362" w:rsidRPr="00846536" w:rsidRDefault="00B25362" w:rsidP="007E6515">
      <w:pPr>
        <w:ind w:right="420"/>
        <w:jc w:val="center"/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7"/>
        <w:gridCol w:w="4568"/>
        <w:gridCol w:w="1155"/>
        <w:gridCol w:w="1575"/>
      </w:tblGrid>
      <w:tr w:rsidR="00EE75C6" w:rsidRPr="00846536" w:rsidTr="00EE75C6">
        <w:tc>
          <w:tcPr>
            <w:tcW w:w="1627" w:type="dxa"/>
            <w:shd w:val="clear" w:color="auto" w:fill="E0E0E0"/>
          </w:tcPr>
          <w:p w:rsidR="00F1019D" w:rsidRPr="00846536" w:rsidRDefault="00F1019D" w:rsidP="000A6589">
            <w:r w:rsidRPr="008060A9">
              <w:rPr>
                <w:rFonts w:hint="eastAsia"/>
              </w:rPr>
              <w:t>公司</w:t>
            </w:r>
            <w:r w:rsidR="005C5DFF">
              <w:rPr>
                <w:rFonts w:hint="eastAsia"/>
              </w:rPr>
              <w:t>全称</w:t>
            </w:r>
          </w:p>
        </w:tc>
        <w:tc>
          <w:tcPr>
            <w:tcW w:w="4568" w:type="dxa"/>
          </w:tcPr>
          <w:p w:rsidR="00F1019D" w:rsidRPr="008060A9" w:rsidRDefault="00F1019D" w:rsidP="003E70FC"/>
        </w:tc>
        <w:tc>
          <w:tcPr>
            <w:tcW w:w="1155" w:type="dxa"/>
            <w:shd w:val="clear" w:color="auto" w:fill="E0E0E0"/>
          </w:tcPr>
          <w:p w:rsidR="00F1019D" w:rsidRDefault="00DC070B" w:rsidP="003A5D71">
            <w:r w:rsidRPr="00846536">
              <w:rPr>
                <w:rFonts w:hint="eastAsia"/>
              </w:rPr>
              <w:t>编号</w:t>
            </w:r>
          </w:p>
        </w:tc>
        <w:tc>
          <w:tcPr>
            <w:tcW w:w="1575" w:type="dxa"/>
          </w:tcPr>
          <w:p w:rsidR="00F1019D" w:rsidRDefault="00F1019D" w:rsidP="003E70FC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846536" w:rsidRDefault="005C5DFF" w:rsidP="000A6589">
            <w:r w:rsidRPr="008060A9">
              <w:rPr>
                <w:rFonts w:hint="eastAsia"/>
              </w:rPr>
              <w:t>营业地址</w:t>
            </w:r>
          </w:p>
        </w:tc>
        <w:tc>
          <w:tcPr>
            <w:tcW w:w="4568" w:type="dxa"/>
          </w:tcPr>
          <w:p w:rsidR="005C5DFF" w:rsidRPr="008060A9" w:rsidRDefault="005C5DFF" w:rsidP="00FF44C0"/>
        </w:tc>
        <w:tc>
          <w:tcPr>
            <w:tcW w:w="1155" w:type="dxa"/>
            <w:shd w:val="clear" w:color="auto" w:fill="E0E0E0"/>
          </w:tcPr>
          <w:p w:rsidR="005C5DFF" w:rsidRPr="00846536" w:rsidRDefault="005C5DFF" w:rsidP="009847D5">
            <w:r>
              <w:rPr>
                <w:rFonts w:hint="eastAsia"/>
              </w:rPr>
              <w:t>邮编</w:t>
            </w:r>
          </w:p>
        </w:tc>
        <w:tc>
          <w:tcPr>
            <w:tcW w:w="1575" w:type="dxa"/>
          </w:tcPr>
          <w:p w:rsidR="005C5DFF" w:rsidRDefault="005C5DFF" w:rsidP="005C5DFF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8060A9" w:rsidRDefault="00160D48" w:rsidP="000A6589">
            <w:r>
              <w:rPr>
                <w:rFonts w:hint="eastAsia"/>
              </w:rPr>
              <w:t>座机</w:t>
            </w:r>
            <w:r w:rsidR="005C5DFF" w:rsidRPr="008060A9">
              <w:rPr>
                <w:rFonts w:hint="eastAsia"/>
              </w:rPr>
              <w:t>电话</w:t>
            </w:r>
          </w:p>
        </w:tc>
        <w:tc>
          <w:tcPr>
            <w:tcW w:w="4568" w:type="dxa"/>
          </w:tcPr>
          <w:p w:rsidR="005C5DFF" w:rsidRPr="008060A9" w:rsidRDefault="005C5DFF" w:rsidP="00FF44C0"/>
        </w:tc>
        <w:tc>
          <w:tcPr>
            <w:tcW w:w="1155" w:type="dxa"/>
            <w:shd w:val="clear" w:color="auto" w:fill="E0E0E0"/>
          </w:tcPr>
          <w:p w:rsidR="005C5DFF" w:rsidRDefault="005C5DFF" w:rsidP="009847D5">
            <w:r>
              <w:rPr>
                <w:rFonts w:hint="eastAsia"/>
              </w:rPr>
              <w:t>传真</w:t>
            </w:r>
          </w:p>
        </w:tc>
        <w:tc>
          <w:tcPr>
            <w:tcW w:w="1575" w:type="dxa"/>
          </w:tcPr>
          <w:p w:rsidR="005C5DFF" w:rsidRPr="008060A9" w:rsidRDefault="005C5DFF" w:rsidP="005C5DFF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846536" w:rsidRDefault="005C5DFF" w:rsidP="000A6589">
            <w:r>
              <w:rPr>
                <w:rFonts w:hint="eastAsia"/>
              </w:rPr>
              <w:t>电子邮件</w:t>
            </w:r>
          </w:p>
        </w:tc>
        <w:tc>
          <w:tcPr>
            <w:tcW w:w="4568" w:type="dxa"/>
          </w:tcPr>
          <w:p w:rsidR="005C5DFF" w:rsidRPr="00846536" w:rsidRDefault="005C5DFF" w:rsidP="00F1019D"/>
        </w:tc>
        <w:tc>
          <w:tcPr>
            <w:tcW w:w="1155" w:type="dxa"/>
            <w:shd w:val="clear" w:color="auto" w:fill="E0E0E0"/>
          </w:tcPr>
          <w:p w:rsidR="005C5DFF" w:rsidRDefault="00160D48" w:rsidP="005C5DFF">
            <w:r>
              <w:rPr>
                <w:rFonts w:hint="eastAsia"/>
              </w:rPr>
              <w:t>手机</w:t>
            </w:r>
          </w:p>
        </w:tc>
        <w:tc>
          <w:tcPr>
            <w:tcW w:w="1575" w:type="dxa"/>
          </w:tcPr>
          <w:p w:rsidR="005C5DFF" w:rsidRDefault="005C5DFF" w:rsidP="005C5DFF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846536" w:rsidRDefault="00D74DE2" w:rsidP="000A6589">
            <w:r>
              <w:rPr>
                <w:rFonts w:hint="eastAsia"/>
              </w:rPr>
              <w:t>企业</w:t>
            </w:r>
            <w:r w:rsidR="005C5DFF">
              <w:rPr>
                <w:rFonts w:hint="eastAsia"/>
              </w:rPr>
              <w:t>网站</w:t>
            </w:r>
          </w:p>
        </w:tc>
        <w:tc>
          <w:tcPr>
            <w:tcW w:w="4568" w:type="dxa"/>
          </w:tcPr>
          <w:p w:rsidR="005C5DFF" w:rsidRDefault="005C5DFF" w:rsidP="003E70FC"/>
        </w:tc>
        <w:tc>
          <w:tcPr>
            <w:tcW w:w="1155" w:type="dxa"/>
            <w:shd w:val="clear" w:color="auto" w:fill="E0E0E0"/>
          </w:tcPr>
          <w:p w:rsidR="005C5DFF" w:rsidRPr="008060A9" w:rsidRDefault="005C5DFF" w:rsidP="005C5DFF">
            <w:r w:rsidRPr="00F57CA9">
              <w:rPr>
                <w:rFonts w:hint="eastAsia"/>
              </w:rPr>
              <w:t>国税号</w:t>
            </w:r>
          </w:p>
        </w:tc>
        <w:tc>
          <w:tcPr>
            <w:tcW w:w="1575" w:type="dxa"/>
          </w:tcPr>
          <w:p w:rsidR="005C5DFF" w:rsidRPr="008060A9" w:rsidRDefault="005C5DFF" w:rsidP="005C5DFF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F57CA9" w:rsidRDefault="005C5DFF" w:rsidP="000A6589">
            <w:r w:rsidRPr="00F57CA9">
              <w:rPr>
                <w:rFonts w:hint="eastAsia"/>
              </w:rPr>
              <w:t>开户行</w:t>
            </w:r>
          </w:p>
        </w:tc>
        <w:tc>
          <w:tcPr>
            <w:tcW w:w="4568" w:type="dxa"/>
          </w:tcPr>
          <w:p w:rsidR="005C5DFF" w:rsidRPr="00F57CA9" w:rsidRDefault="005C5DFF" w:rsidP="003E70FC"/>
        </w:tc>
        <w:tc>
          <w:tcPr>
            <w:tcW w:w="1155" w:type="dxa"/>
            <w:shd w:val="clear" w:color="auto" w:fill="E0E0E0"/>
          </w:tcPr>
          <w:p w:rsidR="005C5DFF" w:rsidRPr="008060A9" w:rsidRDefault="005C5DFF" w:rsidP="005C5DFF">
            <w:r w:rsidRPr="00F57CA9">
              <w:rPr>
                <w:rFonts w:hint="eastAsia"/>
              </w:rPr>
              <w:t>地税号</w:t>
            </w:r>
          </w:p>
        </w:tc>
        <w:tc>
          <w:tcPr>
            <w:tcW w:w="1575" w:type="dxa"/>
          </w:tcPr>
          <w:p w:rsidR="005C5DFF" w:rsidRDefault="005C5DFF" w:rsidP="003A5D71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F57CA9" w:rsidRDefault="005C5DFF" w:rsidP="000A6589">
            <w:r w:rsidRPr="00F57CA9">
              <w:rPr>
                <w:rFonts w:hint="eastAsia"/>
              </w:rPr>
              <w:t>账号</w:t>
            </w:r>
          </w:p>
        </w:tc>
        <w:tc>
          <w:tcPr>
            <w:tcW w:w="4568" w:type="dxa"/>
          </w:tcPr>
          <w:p w:rsidR="005C5DFF" w:rsidRPr="00F57CA9" w:rsidRDefault="005C5DFF" w:rsidP="003E70FC"/>
        </w:tc>
        <w:tc>
          <w:tcPr>
            <w:tcW w:w="1155" w:type="dxa"/>
            <w:shd w:val="clear" w:color="auto" w:fill="E0E0E0"/>
          </w:tcPr>
          <w:p w:rsidR="005C5DFF" w:rsidRPr="00F57CA9" w:rsidRDefault="005C5DFF" w:rsidP="005C5DFF">
            <w:r w:rsidRPr="003E70FC">
              <w:rPr>
                <w:rFonts w:hint="eastAsia"/>
              </w:rPr>
              <w:t>成立时间</w:t>
            </w:r>
          </w:p>
        </w:tc>
        <w:tc>
          <w:tcPr>
            <w:tcW w:w="1575" w:type="dxa"/>
          </w:tcPr>
          <w:p w:rsidR="005C5DFF" w:rsidRDefault="005C5DFF" w:rsidP="003A5D71"/>
        </w:tc>
      </w:tr>
      <w:tr w:rsidR="00EE75C6" w:rsidRPr="00846536" w:rsidTr="00EE75C6">
        <w:tc>
          <w:tcPr>
            <w:tcW w:w="1627" w:type="dxa"/>
            <w:shd w:val="clear" w:color="auto" w:fill="E0E0E0"/>
          </w:tcPr>
          <w:p w:rsidR="005C5DFF" w:rsidRPr="00F57CA9" w:rsidRDefault="005C5DFF" w:rsidP="000A6589">
            <w:r w:rsidRPr="00F57CA9">
              <w:rPr>
                <w:rFonts w:hint="eastAsia"/>
              </w:rPr>
              <w:t>注册性质</w:t>
            </w:r>
          </w:p>
        </w:tc>
        <w:tc>
          <w:tcPr>
            <w:tcW w:w="4568" w:type="dxa"/>
          </w:tcPr>
          <w:p w:rsidR="005C5DFF" w:rsidRPr="00F57CA9" w:rsidRDefault="005C5DFF" w:rsidP="001E6D86"/>
        </w:tc>
        <w:tc>
          <w:tcPr>
            <w:tcW w:w="1155" w:type="dxa"/>
            <w:shd w:val="clear" w:color="auto" w:fill="E0E0E0"/>
          </w:tcPr>
          <w:p w:rsidR="005C5DFF" w:rsidRPr="00F57CA9" w:rsidRDefault="005C5DFF" w:rsidP="005C5DFF">
            <w:r w:rsidRPr="00F57CA9">
              <w:rPr>
                <w:rFonts w:hint="eastAsia"/>
              </w:rPr>
              <w:t>注册资金</w:t>
            </w:r>
          </w:p>
        </w:tc>
        <w:tc>
          <w:tcPr>
            <w:tcW w:w="1575" w:type="dxa"/>
          </w:tcPr>
          <w:p w:rsidR="005C5DFF" w:rsidRDefault="00BC7F1F" w:rsidP="00525228">
            <w:pPr>
              <w:ind w:firstLineChars="250" w:firstLine="525"/>
            </w:pPr>
            <w:r>
              <w:rPr>
                <w:rFonts w:hint="eastAsia"/>
              </w:rPr>
              <w:t>万元</w:t>
            </w:r>
          </w:p>
        </w:tc>
      </w:tr>
      <w:tr w:rsidR="00EE75C6" w:rsidRPr="00846536" w:rsidTr="00EE75C6">
        <w:tc>
          <w:tcPr>
            <w:tcW w:w="1627" w:type="dxa"/>
            <w:shd w:val="clear" w:color="auto" w:fill="E0E0E0"/>
            <w:vAlign w:val="center"/>
          </w:tcPr>
          <w:p w:rsidR="00B049C4" w:rsidRPr="00EE75C6" w:rsidRDefault="00B049C4" w:rsidP="00EE75C6">
            <w:pPr>
              <w:widowControl/>
              <w:adjustRightInd/>
              <w:spacing w:line="240" w:lineRule="auto"/>
              <w:textAlignment w:val="auto"/>
              <w:rPr>
                <w:rFonts w:ascii="宋体" w:hAnsi="宋体" w:cs="宋体"/>
              </w:rPr>
            </w:pPr>
            <w:r w:rsidRPr="00EE75C6">
              <w:rPr>
                <w:rFonts w:ascii="宋体" w:hAnsi="宋体" w:cs="宋体" w:hint="eastAsia"/>
              </w:rPr>
              <w:t>资本来自</w:t>
            </w:r>
          </w:p>
        </w:tc>
        <w:tc>
          <w:tcPr>
            <w:tcW w:w="4568" w:type="dxa"/>
            <w:vAlign w:val="center"/>
          </w:tcPr>
          <w:p w:rsidR="00B049C4" w:rsidRPr="00EE75C6" w:rsidRDefault="00B049C4" w:rsidP="00EE75C6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</w:rPr>
            </w:pPr>
          </w:p>
        </w:tc>
        <w:tc>
          <w:tcPr>
            <w:tcW w:w="1155" w:type="dxa"/>
            <w:shd w:val="clear" w:color="auto" w:fill="E0E0E0"/>
          </w:tcPr>
          <w:p w:rsidR="00B049C4" w:rsidRPr="00F57CA9" w:rsidRDefault="00B049C4" w:rsidP="005C5DFF">
            <w:r w:rsidRPr="00F57CA9">
              <w:rPr>
                <w:rFonts w:hint="eastAsia"/>
              </w:rPr>
              <w:t>流动资金</w:t>
            </w:r>
          </w:p>
        </w:tc>
        <w:tc>
          <w:tcPr>
            <w:tcW w:w="1575" w:type="dxa"/>
          </w:tcPr>
          <w:p w:rsidR="00B049C4" w:rsidRDefault="00BC7F1F" w:rsidP="00525228">
            <w:pPr>
              <w:ind w:firstLineChars="250" w:firstLine="525"/>
            </w:pPr>
            <w:r>
              <w:rPr>
                <w:rFonts w:hint="eastAsia"/>
              </w:rPr>
              <w:t>万元</w:t>
            </w:r>
          </w:p>
        </w:tc>
      </w:tr>
      <w:tr w:rsidR="00D86415" w:rsidRPr="00846536" w:rsidTr="00EE75C6">
        <w:tc>
          <w:tcPr>
            <w:tcW w:w="1627" w:type="dxa"/>
            <w:shd w:val="clear" w:color="auto" w:fill="E0E0E0"/>
            <w:vAlign w:val="center"/>
          </w:tcPr>
          <w:p w:rsidR="00D86415" w:rsidRPr="00EE75C6" w:rsidRDefault="00D86415" w:rsidP="00EE75C6">
            <w:pPr>
              <w:widowControl/>
              <w:adjustRightInd/>
              <w:spacing w:line="240" w:lineRule="auto"/>
              <w:textAlignment w:val="auto"/>
              <w:rPr>
                <w:rFonts w:ascii="宋体" w:hAnsi="宋体" w:cs="宋体"/>
              </w:rPr>
            </w:pPr>
            <w:r w:rsidRPr="00EE75C6">
              <w:rPr>
                <w:rFonts w:ascii="宋体" w:hAnsi="宋体" w:cs="宋体" w:hint="eastAsia"/>
              </w:rPr>
              <w:t>主要经营</w:t>
            </w:r>
          </w:p>
        </w:tc>
        <w:tc>
          <w:tcPr>
            <w:tcW w:w="7298" w:type="dxa"/>
            <w:gridSpan w:val="3"/>
            <w:vAlign w:val="center"/>
          </w:tcPr>
          <w:p w:rsidR="00D86415" w:rsidRPr="00F57CA9" w:rsidRDefault="00D86415" w:rsidP="00EE75C6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0A6589" w:rsidRPr="00846536" w:rsidTr="00EE75C6">
        <w:tc>
          <w:tcPr>
            <w:tcW w:w="1627" w:type="dxa"/>
            <w:shd w:val="clear" w:color="auto" w:fill="E0E0E0"/>
            <w:vAlign w:val="center"/>
          </w:tcPr>
          <w:p w:rsidR="000A6589" w:rsidRPr="00EE75C6" w:rsidRDefault="000A6589" w:rsidP="00EE75C6">
            <w:pPr>
              <w:widowControl/>
              <w:adjustRightInd/>
              <w:spacing w:line="240" w:lineRule="auto"/>
              <w:textAlignment w:val="auto"/>
              <w:rPr>
                <w:rFonts w:ascii="宋体" w:hAnsi="宋体" w:cs="宋体"/>
              </w:rPr>
            </w:pPr>
            <w:r w:rsidRPr="00EE75C6">
              <w:rPr>
                <w:rFonts w:ascii="宋体" w:hAnsi="宋体" w:cs="宋体" w:hint="eastAsia"/>
              </w:rPr>
              <w:t>主要面对行业</w:t>
            </w:r>
          </w:p>
        </w:tc>
        <w:tc>
          <w:tcPr>
            <w:tcW w:w="7298" w:type="dxa"/>
            <w:gridSpan w:val="3"/>
            <w:vAlign w:val="center"/>
          </w:tcPr>
          <w:p w:rsidR="000A6589" w:rsidRPr="00EE75C6" w:rsidRDefault="000A6589" w:rsidP="00EE75C6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</w:rPr>
            </w:pPr>
          </w:p>
        </w:tc>
      </w:tr>
      <w:tr w:rsidR="00C033EB" w:rsidRPr="00846536" w:rsidTr="00EE75C6">
        <w:tc>
          <w:tcPr>
            <w:tcW w:w="1627" w:type="dxa"/>
            <w:shd w:val="clear" w:color="auto" w:fill="E0E0E0"/>
            <w:vAlign w:val="center"/>
          </w:tcPr>
          <w:p w:rsidR="00C033EB" w:rsidRPr="00EE75C6" w:rsidRDefault="00C033EB" w:rsidP="00EE75C6">
            <w:pPr>
              <w:widowControl/>
              <w:adjustRightInd/>
              <w:spacing w:line="240" w:lineRule="auto"/>
              <w:textAlignment w:val="auto"/>
              <w:rPr>
                <w:rFonts w:ascii="宋体" w:hAnsi="宋体" w:cs="宋体"/>
              </w:rPr>
            </w:pPr>
            <w:r w:rsidRPr="00EE75C6">
              <w:rPr>
                <w:rFonts w:ascii="宋体" w:hAnsi="宋体" w:cs="宋体" w:hint="eastAsia"/>
              </w:rPr>
              <w:t>主要面对区域</w:t>
            </w:r>
          </w:p>
        </w:tc>
        <w:tc>
          <w:tcPr>
            <w:tcW w:w="7298" w:type="dxa"/>
            <w:gridSpan w:val="3"/>
            <w:vAlign w:val="center"/>
          </w:tcPr>
          <w:p w:rsidR="00C033EB" w:rsidRPr="00EE75C6" w:rsidRDefault="00C033EB" w:rsidP="00EE75C6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</w:rPr>
            </w:pPr>
          </w:p>
        </w:tc>
      </w:tr>
    </w:tbl>
    <w:p w:rsidR="00337FED" w:rsidRDefault="00337FED" w:rsidP="00337FED"/>
    <w:p w:rsidR="00337FED" w:rsidRPr="00846536" w:rsidRDefault="00337FED" w:rsidP="00337FED">
      <w:r>
        <w:rPr>
          <w:rFonts w:hint="eastAsia"/>
        </w:rPr>
        <w:t>主要联系人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0"/>
        <w:gridCol w:w="1540"/>
        <w:gridCol w:w="1279"/>
        <w:gridCol w:w="2180"/>
        <w:gridCol w:w="2363"/>
      </w:tblGrid>
      <w:tr w:rsidR="00337FED" w:rsidRPr="00846536">
        <w:trPr>
          <w:trHeight w:val="285"/>
        </w:trPr>
        <w:tc>
          <w:tcPr>
            <w:tcW w:w="965" w:type="pct"/>
            <w:shd w:val="clear" w:color="auto" w:fill="E0E0E0"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部门</w:t>
            </w:r>
          </w:p>
        </w:tc>
        <w:tc>
          <w:tcPr>
            <w:tcW w:w="844" w:type="pct"/>
            <w:shd w:val="clear" w:color="auto" w:fill="E0E0E0"/>
            <w:noWrap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姓名</w:t>
            </w:r>
          </w:p>
        </w:tc>
        <w:tc>
          <w:tcPr>
            <w:tcW w:w="701" w:type="pct"/>
            <w:shd w:val="clear" w:color="auto" w:fill="E0E0E0"/>
            <w:noWrap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职称</w:t>
            </w:r>
          </w:p>
        </w:tc>
        <w:tc>
          <w:tcPr>
            <w:tcW w:w="1195" w:type="pct"/>
            <w:shd w:val="clear" w:color="auto" w:fill="E0E0E0"/>
            <w:noWrap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手机</w:t>
            </w:r>
          </w:p>
        </w:tc>
        <w:tc>
          <w:tcPr>
            <w:tcW w:w="1295" w:type="pct"/>
            <w:shd w:val="clear" w:color="auto" w:fill="E0E0E0"/>
            <w:noWrap/>
            <w:vAlign w:val="bottom"/>
          </w:tcPr>
          <w:p w:rsidR="00337FED" w:rsidRPr="00846536" w:rsidRDefault="00337FED" w:rsidP="00337FED">
            <w:r w:rsidRPr="00846536">
              <w:rPr>
                <w:rFonts w:hint="eastAsia"/>
              </w:rPr>
              <w:t>电话</w:t>
            </w:r>
            <w:r w:rsidR="002D4446">
              <w:rPr>
                <w:rFonts w:hint="eastAsia"/>
              </w:rPr>
              <w:t>-</w:t>
            </w:r>
            <w:r w:rsidR="002D4446">
              <w:rPr>
                <w:rFonts w:hint="eastAsia"/>
              </w:rPr>
              <w:t>分机</w:t>
            </w:r>
          </w:p>
        </w:tc>
      </w:tr>
      <w:tr w:rsidR="00337FED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337FED" w:rsidRPr="001A0805" w:rsidRDefault="00FD0C0E" w:rsidP="00337FED">
            <w:r>
              <w:rPr>
                <w:rFonts w:hint="eastAsia"/>
              </w:rPr>
              <w:t>企业</w:t>
            </w:r>
            <w:r w:rsidR="00337FED" w:rsidRPr="001A0805">
              <w:rPr>
                <w:rFonts w:hint="eastAsia"/>
              </w:rPr>
              <w:t>法人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701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</w:tr>
      <w:tr w:rsidR="00337FED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337FED" w:rsidRPr="001A0805" w:rsidRDefault="00337FED" w:rsidP="00337FED">
            <w:r>
              <w:rPr>
                <w:rFonts w:hint="eastAsia"/>
              </w:rPr>
              <w:t>总经理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701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337FED" w:rsidRPr="00846536" w:rsidRDefault="00337FED" w:rsidP="00337FED"/>
        </w:tc>
      </w:tr>
      <w:tr w:rsidR="00FD0C0E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FD0C0E" w:rsidRPr="001A0805" w:rsidRDefault="00497D7C" w:rsidP="00FD0C0E">
            <w:r>
              <w:rPr>
                <w:rFonts w:hint="eastAsia"/>
              </w:rPr>
              <w:t>技术部负责人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FD0C0E" w:rsidRPr="00846536" w:rsidRDefault="00FD0C0E" w:rsidP="00FD0C0E"/>
        </w:tc>
        <w:tc>
          <w:tcPr>
            <w:tcW w:w="701" w:type="pct"/>
            <w:shd w:val="clear" w:color="auto" w:fill="auto"/>
            <w:noWrap/>
            <w:vAlign w:val="bottom"/>
          </w:tcPr>
          <w:p w:rsidR="00FD0C0E" w:rsidRPr="00846536" w:rsidRDefault="00FD0C0E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FD0C0E" w:rsidRPr="00846536" w:rsidRDefault="00FD0C0E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FD0C0E" w:rsidRPr="00846536" w:rsidRDefault="00FD0C0E" w:rsidP="00337FED"/>
        </w:tc>
      </w:tr>
      <w:tr w:rsidR="00497D7C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497D7C" w:rsidRPr="001A0805" w:rsidRDefault="00497D7C" w:rsidP="00497D7C">
            <w:r w:rsidRPr="001A0805">
              <w:rPr>
                <w:rFonts w:hint="eastAsia"/>
              </w:rPr>
              <w:t>财务</w:t>
            </w:r>
            <w:r>
              <w:rPr>
                <w:rFonts w:hint="eastAsia"/>
              </w:rPr>
              <w:t>部</w:t>
            </w:r>
            <w:r w:rsidRPr="001A0805">
              <w:rPr>
                <w:rFonts w:hint="eastAsia"/>
              </w:rPr>
              <w:t>负责人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701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</w:tr>
      <w:tr w:rsidR="00497D7C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497D7C" w:rsidRPr="001A0805" w:rsidRDefault="00497D7C" w:rsidP="00497D7C">
            <w:r>
              <w:rPr>
                <w:rFonts w:hint="eastAsia"/>
              </w:rPr>
              <w:t>主要窗口联系人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701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1195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1295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</w:tr>
      <w:tr w:rsidR="00497D7C" w:rsidRPr="00846536">
        <w:trPr>
          <w:trHeight w:val="285"/>
        </w:trPr>
        <w:tc>
          <w:tcPr>
            <w:tcW w:w="965" w:type="pct"/>
            <w:shd w:val="clear" w:color="auto" w:fill="E0E0E0"/>
            <w:vAlign w:val="center"/>
          </w:tcPr>
          <w:p w:rsidR="00497D7C" w:rsidRPr="001A0805" w:rsidRDefault="00497D7C" w:rsidP="00497D7C"/>
        </w:tc>
        <w:tc>
          <w:tcPr>
            <w:tcW w:w="844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701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1195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  <w:tc>
          <w:tcPr>
            <w:tcW w:w="1295" w:type="pct"/>
            <w:shd w:val="clear" w:color="auto" w:fill="auto"/>
            <w:noWrap/>
            <w:vAlign w:val="bottom"/>
          </w:tcPr>
          <w:p w:rsidR="00497D7C" w:rsidRPr="00846536" w:rsidRDefault="00497D7C" w:rsidP="00497D7C"/>
        </w:tc>
      </w:tr>
      <w:tr w:rsidR="00497D7C" w:rsidRPr="00846536">
        <w:trPr>
          <w:trHeight w:val="285"/>
        </w:trPr>
        <w:tc>
          <w:tcPr>
            <w:tcW w:w="965" w:type="pct"/>
            <w:shd w:val="clear" w:color="auto" w:fill="E0E0E0"/>
            <w:vAlign w:val="bottom"/>
          </w:tcPr>
          <w:p w:rsidR="00497D7C" w:rsidRPr="00846536" w:rsidRDefault="00497D7C" w:rsidP="00337FED"/>
        </w:tc>
        <w:tc>
          <w:tcPr>
            <w:tcW w:w="844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701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1195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  <w:tc>
          <w:tcPr>
            <w:tcW w:w="1295" w:type="pct"/>
            <w:shd w:val="clear" w:color="auto" w:fill="auto"/>
            <w:noWrap/>
            <w:vAlign w:val="bottom"/>
          </w:tcPr>
          <w:p w:rsidR="00497D7C" w:rsidRPr="00846536" w:rsidRDefault="00497D7C" w:rsidP="00337FED"/>
        </w:tc>
      </w:tr>
    </w:tbl>
    <w:p w:rsidR="005844BA" w:rsidRDefault="005844BA" w:rsidP="005844BA"/>
    <w:p w:rsidR="005844BA" w:rsidRPr="00846536" w:rsidRDefault="005844BA" w:rsidP="005844BA">
      <w:r>
        <w:rPr>
          <w:rFonts w:hint="eastAsia"/>
        </w:rPr>
        <w:t>主要产品与业务</w:t>
      </w:r>
    </w:p>
    <w:tbl>
      <w:tblPr>
        <w:tblW w:w="493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73"/>
        <w:gridCol w:w="1650"/>
        <w:gridCol w:w="1444"/>
        <w:gridCol w:w="837"/>
        <w:gridCol w:w="631"/>
        <w:gridCol w:w="631"/>
      </w:tblGrid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业务名称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FF4470">
            <w:pPr>
              <w:jc w:val="center"/>
            </w:pPr>
            <w:r>
              <w:rPr>
                <w:rFonts w:ascii="宋体" w:hAnsi="宋体" w:cs="宋体" w:hint="eastAsia"/>
              </w:rPr>
              <w:t>主要面对行业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FF4470">
            <w:pPr>
              <w:jc w:val="center"/>
            </w:pPr>
            <w:r>
              <w:rPr>
                <w:rFonts w:ascii="宋体" w:hAnsi="宋体" w:cs="宋体" w:hint="eastAsia"/>
              </w:rPr>
              <w:t>主要面对区域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上年度</w:t>
            </w:r>
          </w:p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营业额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今年</w:t>
            </w:r>
          </w:p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目标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明年</w:t>
            </w:r>
          </w:p>
          <w:p w:rsidR="00FF4470" w:rsidRDefault="00FF4470" w:rsidP="005844BA">
            <w:pPr>
              <w:jc w:val="center"/>
            </w:pPr>
            <w:r>
              <w:rPr>
                <w:rFonts w:hint="eastAsia"/>
              </w:rPr>
              <w:t>目标</w:t>
            </w:r>
          </w:p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Pr="00846536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Pr="00846536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Pr="00846536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Pr="00846536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Pr="00846536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Pr="00846536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  <w:tr w:rsidR="00FF4470">
        <w:tc>
          <w:tcPr>
            <w:tcW w:w="2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70" w:rsidRDefault="00FF4470" w:rsidP="00FF4470"/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4470" w:rsidRDefault="00FF4470" w:rsidP="005844BA"/>
        </w:tc>
      </w:tr>
    </w:tbl>
    <w:p w:rsidR="00337FED" w:rsidRDefault="00337FED" w:rsidP="00337FED"/>
    <w:p w:rsidR="00337FED" w:rsidRPr="00846536" w:rsidRDefault="003E36B9" w:rsidP="00337FED">
      <w:r>
        <w:rPr>
          <w:rFonts w:hint="eastAsia"/>
        </w:rPr>
        <w:t>历史主要成功案例</w:t>
      </w:r>
    </w:p>
    <w:tbl>
      <w:tblPr>
        <w:tblW w:w="497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"/>
        <w:gridCol w:w="8692"/>
      </w:tblGrid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pPr>
              <w:jc w:val="center"/>
            </w:pP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pPr>
              <w:jc w:val="center"/>
            </w:pPr>
            <w:r>
              <w:rPr>
                <w:rFonts w:hint="eastAsia"/>
              </w:rPr>
              <w:t>项目</w:t>
            </w:r>
            <w:r w:rsidR="006C6A52">
              <w:rPr>
                <w:rFonts w:hint="eastAsia"/>
              </w:rPr>
              <w:t>描述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t>1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087D" w:rsidRDefault="0074087D" w:rsidP="00337FED">
            <w:r>
              <w:rPr>
                <w:rFonts w:hint="eastAsia"/>
              </w:rPr>
              <w:t>项目名称：</w:t>
            </w:r>
          </w:p>
          <w:p w:rsidR="0074087D" w:rsidRDefault="0074087D" w:rsidP="00CC12EC">
            <w:r>
              <w:rPr>
                <w:rFonts w:hint="eastAsia"/>
              </w:rPr>
              <w:t>证明人与其联系电话：</w:t>
            </w:r>
          </w:p>
          <w:p w:rsidR="0074087D" w:rsidRDefault="0074087D" w:rsidP="00337FED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74087D" w:rsidRDefault="0074087D" w:rsidP="009A54BD">
            <w:r>
              <w:rPr>
                <w:rFonts w:hint="eastAsia"/>
              </w:rPr>
              <w:t>项目已经实施模块：</w:t>
            </w:r>
          </w:p>
          <w:p w:rsidR="0074087D" w:rsidRDefault="0074087D" w:rsidP="009A54BD">
            <w:r>
              <w:rPr>
                <w:rFonts w:hint="eastAsia"/>
              </w:rPr>
              <w:t>项目未解决的问题：</w:t>
            </w:r>
          </w:p>
          <w:p w:rsidR="0074087D" w:rsidRDefault="002F0A00" w:rsidP="009A54BD">
            <w:r>
              <w:rPr>
                <w:rFonts w:hint="eastAsia"/>
              </w:rPr>
              <w:t>其他备注</w:t>
            </w:r>
            <w:r w:rsidR="00063867">
              <w:rPr>
                <w:rFonts w:hint="eastAsia"/>
              </w:rPr>
              <w:t>：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t>2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0715" w:rsidRDefault="00FE0715" w:rsidP="00FE0715">
            <w:r>
              <w:rPr>
                <w:rFonts w:hint="eastAsia"/>
              </w:rPr>
              <w:t>项目名称：</w:t>
            </w:r>
          </w:p>
          <w:p w:rsidR="00FE0715" w:rsidRDefault="00FE0715" w:rsidP="00FE0715">
            <w:r>
              <w:rPr>
                <w:rFonts w:hint="eastAsia"/>
              </w:rPr>
              <w:lastRenderedPageBreak/>
              <w:t>证明人与其联系电话：</w:t>
            </w:r>
          </w:p>
          <w:p w:rsidR="00FE0715" w:rsidRDefault="00FE0715" w:rsidP="00FE0715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FE0715" w:rsidRDefault="00FE0715" w:rsidP="00FE0715">
            <w:r>
              <w:rPr>
                <w:rFonts w:hint="eastAsia"/>
              </w:rPr>
              <w:t>项目已经实施模块：</w:t>
            </w:r>
          </w:p>
          <w:p w:rsidR="00FE0715" w:rsidRDefault="00FE0715" w:rsidP="00FE0715">
            <w:r>
              <w:rPr>
                <w:rFonts w:hint="eastAsia"/>
              </w:rPr>
              <w:t>项目未解决的问题：</w:t>
            </w:r>
          </w:p>
          <w:p w:rsidR="0074087D" w:rsidRDefault="00FE0715" w:rsidP="00FE0715">
            <w:r>
              <w:rPr>
                <w:rFonts w:hint="eastAsia"/>
              </w:rPr>
              <w:t>其他备注：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0715" w:rsidRDefault="00FE0715" w:rsidP="00FE0715">
            <w:r>
              <w:rPr>
                <w:rFonts w:hint="eastAsia"/>
              </w:rPr>
              <w:t>项目名称：</w:t>
            </w:r>
          </w:p>
          <w:p w:rsidR="00FE0715" w:rsidRDefault="00FE0715" w:rsidP="00FE0715">
            <w:r>
              <w:rPr>
                <w:rFonts w:hint="eastAsia"/>
              </w:rPr>
              <w:t>证明人与其联系电话：</w:t>
            </w:r>
          </w:p>
          <w:p w:rsidR="00FE0715" w:rsidRDefault="00FE0715" w:rsidP="00FE0715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FE0715" w:rsidRDefault="00FE0715" w:rsidP="00FE0715">
            <w:r>
              <w:rPr>
                <w:rFonts w:hint="eastAsia"/>
              </w:rPr>
              <w:t>项目已经实施模块：</w:t>
            </w:r>
          </w:p>
          <w:p w:rsidR="00FE0715" w:rsidRDefault="00FE0715" w:rsidP="00FE0715">
            <w:r>
              <w:rPr>
                <w:rFonts w:hint="eastAsia"/>
              </w:rPr>
              <w:t>项目未解决的问题：</w:t>
            </w:r>
          </w:p>
          <w:p w:rsidR="0074087D" w:rsidRDefault="00FE0715" w:rsidP="00FE0715">
            <w:r>
              <w:rPr>
                <w:rFonts w:hint="eastAsia"/>
              </w:rPr>
              <w:t>其他备注：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t>4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0715" w:rsidRDefault="00FE0715" w:rsidP="00FE0715">
            <w:r>
              <w:rPr>
                <w:rFonts w:hint="eastAsia"/>
              </w:rPr>
              <w:t>项目名称：</w:t>
            </w:r>
          </w:p>
          <w:p w:rsidR="00FE0715" w:rsidRDefault="00FE0715" w:rsidP="00FE0715">
            <w:r>
              <w:rPr>
                <w:rFonts w:hint="eastAsia"/>
              </w:rPr>
              <w:t>证明人与其联系电话：</w:t>
            </w:r>
          </w:p>
          <w:p w:rsidR="00FE0715" w:rsidRDefault="00FE0715" w:rsidP="00FE0715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FE0715" w:rsidRDefault="00FE0715" w:rsidP="00FE0715">
            <w:r>
              <w:rPr>
                <w:rFonts w:hint="eastAsia"/>
              </w:rPr>
              <w:t>项目已经实施模块：</w:t>
            </w:r>
          </w:p>
          <w:p w:rsidR="00FE0715" w:rsidRDefault="00FE0715" w:rsidP="00FE0715">
            <w:r>
              <w:rPr>
                <w:rFonts w:hint="eastAsia"/>
              </w:rPr>
              <w:t>项目未解决的问题：</w:t>
            </w:r>
          </w:p>
          <w:p w:rsidR="0074087D" w:rsidRDefault="00FE0715" w:rsidP="00FE0715">
            <w:r>
              <w:rPr>
                <w:rFonts w:hint="eastAsia"/>
              </w:rPr>
              <w:t>其他备注：</w:t>
            </w:r>
          </w:p>
        </w:tc>
      </w:tr>
      <w:tr w:rsidR="0074087D"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4087D" w:rsidRDefault="0074087D" w:rsidP="00337FED">
            <w:r>
              <w:rPr>
                <w:rFonts w:hint="eastAsia"/>
              </w:rPr>
              <w:t>5</w:t>
            </w:r>
          </w:p>
        </w:tc>
        <w:tc>
          <w:tcPr>
            <w:tcW w:w="4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0715" w:rsidRDefault="00FE0715" w:rsidP="00FE0715">
            <w:r>
              <w:rPr>
                <w:rFonts w:hint="eastAsia"/>
              </w:rPr>
              <w:t>项目名称：</w:t>
            </w:r>
          </w:p>
          <w:p w:rsidR="00FE0715" w:rsidRDefault="00FE0715" w:rsidP="00FE0715">
            <w:r>
              <w:rPr>
                <w:rFonts w:hint="eastAsia"/>
              </w:rPr>
              <w:t>证明人与其联系电话：</w:t>
            </w:r>
          </w:p>
          <w:p w:rsidR="00FE0715" w:rsidRDefault="00FE0715" w:rsidP="00FE0715">
            <w:r>
              <w:rPr>
                <w:rFonts w:hint="eastAsia"/>
              </w:rPr>
              <w:t>实施时间：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FE0715" w:rsidRDefault="00FE0715" w:rsidP="00FE0715">
            <w:r>
              <w:rPr>
                <w:rFonts w:hint="eastAsia"/>
              </w:rPr>
              <w:t>项目已经实施模块：</w:t>
            </w:r>
          </w:p>
          <w:p w:rsidR="00FE0715" w:rsidRDefault="00FE0715" w:rsidP="00FE0715">
            <w:r>
              <w:rPr>
                <w:rFonts w:hint="eastAsia"/>
              </w:rPr>
              <w:t>项目未解决的问题：</w:t>
            </w:r>
          </w:p>
          <w:p w:rsidR="0074087D" w:rsidRDefault="00FE0715" w:rsidP="00FE0715">
            <w:r>
              <w:rPr>
                <w:rFonts w:hint="eastAsia"/>
              </w:rPr>
              <w:t>其他备注：</w:t>
            </w:r>
          </w:p>
        </w:tc>
      </w:tr>
    </w:tbl>
    <w:p w:rsidR="00A0339E" w:rsidRDefault="00A0339E" w:rsidP="00117005"/>
    <w:p w:rsidR="009539FB" w:rsidRDefault="00C24B92" w:rsidP="00117005">
      <w:r>
        <w:rPr>
          <w:rFonts w:hint="eastAsia"/>
        </w:rPr>
        <w:t>其他</w:t>
      </w:r>
      <w:r w:rsidR="00DC3D9A">
        <w:rPr>
          <w:rFonts w:hint="eastAsia"/>
        </w:rPr>
        <w:t>备注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8"/>
      </w:tblGrid>
      <w:tr w:rsidR="00351DAB" w:rsidTr="00EE75C6">
        <w:trPr>
          <w:trHeight w:val="2268"/>
        </w:trPr>
        <w:tc>
          <w:tcPr>
            <w:tcW w:w="9474" w:type="dxa"/>
          </w:tcPr>
          <w:p w:rsidR="00351DAB" w:rsidRDefault="00351DAB" w:rsidP="00351DAB"/>
          <w:p w:rsidR="00351DAB" w:rsidRDefault="00351DAB" w:rsidP="00117005"/>
          <w:p w:rsidR="001D7411" w:rsidRDefault="001D7411" w:rsidP="00117005"/>
          <w:p w:rsidR="001D7411" w:rsidRDefault="001D7411" w:rsidP="00117005"/>
          <w:p w:rsidR="00EC5936" w:rsidRDefault="00EC5936" w:rsidP="00117005"/>
          <w:p w:rsidR="00644621" w:rsidRDefault="00644621" w:rsidP="00117005"/>
          <w:p w:rsidR="00644621" w:rsidRDefault="00644621" w:rsidP="00117005"/>
          <w:p w:rsidR="00644621" w:rsidRDefault="00644621" w:rsidP="00117005"/>
          <w:p w:rsidR="001D7411" w:rsidRDefault="001D7411" w:rsidP="00117005"/>
        </w:tc>
      </w:tr>
    </w:tbl>
    <w:p w:rsidR="005844BA" w:rsidRDefault="005844BA" w:rsidP="005844BA"/>
    <w:p w:rsidR="00644621" w:rsidRDefault="00644621" w:rsidP="007A16F7"/>
    <w:p w:rsidR="00D47357" w:rsidRDefault="00D47357" w:rsidP="007A16F7"/>
    <w:p w:rsidR="00804524" w:rsidRDefault="0013491C" w:rsidP="00776323">
      <w:r>
        <w:rPr>
          <w:rFonts w:hint="eastAsia"/>
        </w:rPr>
        <w:t>填表</w:t>
      </w:r>
      <w:r w:rsidR="005844BA">
        <w:rPr>
          <w:rFonts w:hint="eastAsia"/>
        </w:rPr>
        <w:t>人：</w:t>
      </w:r>
      <w:r w:rsidR="00BD3F95">
        <w:rPr>
          <w:rFonts w:hint="eastAsia"/>
          <w:u w:val="single"/>
        </w:rPr>
        <w:t xml:space="preserve"> </w:t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>
        <w:rPr>
          <w:rFonts w:hint="eastAsia"/>
        </w:rPr>
        <w:tab/>
      </w:r>
      <w:r w:rsidR="005844BA">
        <w:rPr>
          <w:rFonts w:hint="eastAsia"/>
        </w:rPr>
        <w:tab/>
      </w:r>
      <w:r w:rsidR="005844BA">
        <w:rPr>
          <w:rFonts w:hint="eastAsia"/>
        </w:rPr>
        <w:tab/>
      </w:r>
      <w:r w:rsidR="00076E18">
        <w:rPr>
          <w:rFonts w:hint="eastAsia"/>
        </w:rPr>
        <w:t>填表</w:t>
      </w:r>
      <w:r w:rsidR="005844BA">
        <w:rPr>
          <w:rFonts w:hint="eastAsia"/>
        </w:rPr>
        <w:t>时间：</w:t>
      </w:r>
      <w:r w:rsidR="00525228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r w:rsidR="005844BA" w:rsidRPr="008D2F25">
        <w:rPr>
          <w:rFonts w:hint="eastAsia"/>
          <w:u w:val="single"/>
        </w:rPr>
        <w:tab/>
      </w:r>
      <w:bookmarkStart w:id="0" w:name="_GoBack"/>
      <w:bookmarkEnd w:id="0"/>
    </w:p>
    <w:sectPr w:rsidR="00804524" w:rsidSect="007E6515">
      <w:pgSz w:w="11907" w:h="16840" w:code="9"/>
      <w:pgMar w:top="1423" w:right="1407" w:bottom="1423" w:left="1470" w:header="1134" w:footer="794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B59" w:rsidRDefault="00A52B59" w:rsidP="001E6D86">
      <w:pPr>
        <w:spacing w:line="240" w:lineRule="auto"/>
      </w:pPr>
      <w:r>
        <w:separator/>
      </w:r>
    </w:p>
  </w:endnote>
  <w:endnote w:type="continuationSeparator" w:id="0">
    <w:p w:rsidR="00A52B59" w:rsidRDefault="00A52B59" w:rsidP="001E6D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B59" w:rsidRDefault="00A52B59" w:rsidP="001E6D86">
      <w:pPr>
        <w:spacing w:line="240" w:lineRule="auto"/>
      </w:pPr>
      <w:r>
        <w:separator/>
      </w:r>
    </w:p>
  </w:footnote>
  <w:footnote w:type="continuationSeparator" w:id="0">
    <w:p w:rsidR="00A52B59" w:rsidRDefault="00A52B59" w:rsidP="001E6D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607C9"/>
    <w:multiLevelType w:val="hybridMultilevel"/>
    <w:tmpl w:val="9C04F0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oNotHyphenateCaps/>
  <w:drawingGridHorizontalSpacing w:val="105"/>
  <w:drawingGridVerticalSpacing w:val="285"/>
  <w:displayHorizontalDrawingGridEvery w:val="0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B8"/>
    <w:rsid w:val="00007865"/>
    <w:rsid w:val="00023064"/>
    <w:rsid w:val="00036987"/>
    <w:rsid w:val="00037FBF"/>
    <w:rsid w:val="00040DD9"/>
    <w:rsid w:val="00041CE4"/>
    <w:rsid w:val="00057555"/>
    <w:rsid w:val="00063867"/>
    <w:rsid w:val="00065E58"/>
    <w:rsid w:val="00071158"/>
    <w:rsid w:val="00076E18"/>
    <w:rsid w:val="00085EDD"/>
    <w:rsid w:val="000955D9"/>
    <w:rsid w:val="000A6589"/>
    <w:rsid w:val="000A6B83"/>
    <w:rsid w:val="000C7AB1"/>
    <w:rsid w:val="000E13CE"/>
    <w:rsid w:val="001017E7"/>
    <w:rsid w:val="00103E07"/>
    <w:rsid w:val="001129E5"/>
    <w:rsid w:val="001153B4"/>
    <w:rsid w:val="00117005"/>
    <w:rsid w:val="00121FFD"/>
    <w:rsid w:val="00125C9B"/>
    <w:rsid w:val="00126C36"/>
    <w:rsid w:val="00131511"/>
    <w:rsid w:val="00131D29"/>
    <w:rsid w:val="0013491C"/>
    <w:rsid w:val="00136245"/>
    <w:rsid w:val="0014314F"/>
    <w:rsid w:val="00160D48"/>
    <w:rsid w:val="00171716"/>
    <w:rsid w:val="00176F98"/>
    <w:rsid w:val="00184C83"/>
    <w:rsid w:val="00186A8A"/>
    <w:rsid w:val="00187D80"/>
    <w:rsid w:val="001A0805"/>
    <w:rsid w:val="001A4C45"/>
    <w:rsid w:val="001A7979"/>
    <w:rsid w:val="001B147C"/>
    <w:rsid w:val="001B64BB"/>
    <w:rsid w:val="001D7411"/>
    <w:rsid w:val="001E4D92"/>
    <w:rsid w:val="001E6D86"/>
    <w:rsid w:val="001E7887"/>
    <w:rsid w:val="001F1330"/>
    <w:rsid w:val="001F344F"/>
    <w:rsid w:val="001F358F"/>
    <w:rsid w:val="001F5A52"/>
    <w:rsid w:val="001F6B63"/>
    <w:rsid w:val="002041FD"/>
    <w:rsid w:val="00204DF5"/>
    <w:rsid w:val="0020517B"/>
    <w:rsid w:val="0020799D"/>
    <w:rsid w:val="00220306"/>
    <w:rsid w:val="00221227"/>
    <w:rsid w:val="0022287E"/>
    <w:rsid w:val="00225DAD"/>
    <w:rsid w:val="0023019D"/>
    <w:rsid w:val="0023080D"/>
    <w:rsid w:val="00244E32"/>
    <w:rsid w:val="00256F50"/>
    <w:rsid w:val="002612FE"/>
    <w:rsid w:val="00285988"/>
    <w:rsid w:val="00292C8E"/>
    <w:rsid w:val="002964C7"/>
    <w:rsid w:val="00297E61"/>
    <w:rsid w:val="002A414F"/>
    <w:rsid w:val="002B0CB4"/>
    <w:rsid w:val="002B2DE6"/>
    <w:rsid w:val="002B5D91"/>
    <w:rsid w:val="002B74BA"/>
    <w:rsid w:val="002C7CC2"/>
    <w:rsid w:val="002D0CAC"/>
    <w:rsid w:val="002D4446"/>
    <w:rsid w:val="002E1904"/>
    <w:rsid w:val="002E6AB5"/>
    <w:rsid w:val="002F0A00"/>
    <w:rsid w:val="0030277A"/>
    <w:rsid w:val="00303C13"/>
    <w:rsid w:val="00310CBC"/>
    <w:rsid w:val="00315247"/>
    <w:rsid w:val="00315C73"/>
    <w:rsid w:val="003163A9"/>
    <w:rsid w:val="00316BFE"/>
    <w:rsid w:val="00331046"/>
    <w:rsid w:val="00337FED"/>
    <w:rsid w:val="003466B4"/>
    <w:rsid w:val="00351DAB"/>
    <w:rsid w:val="00362244"/>
    <w:rsid w:val="00393856"/>
    <w:rsid w:val="003A1951"/>
    <w:rsid w:val="003A1A97"/>
    <w:rsid w:val="003A5D71"/>
    <w:rsid w:val="003B0261"/>
    <w:rsid w:val="003B4F05"/>
    <w:rsid w:val="003D666A"/>
    <w:rsid w:val="003E36B9"/>
    <w:rsid w:val="003E70FC"/>
    <w:rsid w:val="003F0587"/>
    <w:rsid w:val="00400398"/>
    <w:rsid w:val="00401C2B"/>
    <w:rsid w:val="004119FD"/>
    <w:rsid w:val="00414CD2"/>
    <w:rsid w:val="00424F25"/>
    <w:rsid w:val="004251A6"/>
    <w:rsid w:val="004343D2"/>
    <w:rsid w:val="00450F3E"/>
    <w:rsid w:val="00454421"/>
    <w:rsid w:val="00461C2B"/>
    <w:rsid w:val="004630D3"/>
    <w:rsid w:val="00471CFA"/>
    <w:rsid w:val="00475F46"/>
    <w:rsid w:val="00491BB1"/>
    <w:rsid w:val="0049713D"/>
    <w:rsid w:val="00497D7C"/>
    <w:rsid w:val="004A70F4"/>
    <w:rsid w:val="004D7D53"/>
    <w:rsid w:val="004E5C5F"/>
    <w:rsid w:val="004E7926"/>
    <w:rsid w:val="004F1454"/>
    <w:rsid w:val="004F66B2"/>
    <w:rsid w:val="005102F3"/>
    <w:rsid w:val="00511BDA"/>
    <w:rsid w:val="00515C57"/>
    <w:rsid w:val="00516A2D"/>
    <w:rsid w:val="0051732B"/>
    <w:rsid w:val="00525228"/>
    <w:rsid w:val="00531651"/>
    <w:rsid w:val="0053407D"/>
    <w:rsid w:val="00541F72"/>
    <w:rsid w:val="005517A9"/>
    <w:rsid w:val="00554983"/>
    <w:rsid w:val="0056092A"/>
    <w:rsid w:val="0056437C"/>
    <w:rsid w:val="00582E16"/>
    <w:rsid w:val="005844BA"/>
    <w:rsid w:val="00594321"/>
    <w:rsid w:val="0059548F"/>
    <w:rsid w:val="005C157C"/>
    <w:rsid w:val="005C5DDB"/>
    <w:rsid w:val="005C5DFF"/>
    <w:rsid w:val="005C7026"/>
    <w:rsid w:val="005C7648"/>
    <w:rsid w:val="005D2505"/>
    <w:rsid w:val="005D302F"/>
    <w:rsid w:val="005D5B49"/>
    <w:rsid w:val="005E3707"/>
    <w:rsid w:val="005F5912"/>
    <w:rsid w:val="00600147"/>
    <w:rsid w:val="0060586F"/>
    <w:rsid w:val="00614C1C"/>
    <w:rsid w:val="00644621"/>
    <w:rsid w:val="00644E12"/>
    <w:rsid w:val="00645103"/>
    <w:rsid w:val="00646095"/>
    <w:rsid w:val="00652BAA"/>
    <w:rsid w:val="00653F39"/>
    <w:rsid w:val="00654325"/>
    <w:rsid w:val="0066220B"/>
    <w:rsid w:val="006640BC"/>
    <w:rsid w:val="00666E51"/>
    <w:rsid w:val="006B11B1"/>
    <w:rsid w:val="006B2AED"/>
    <w:rsid w:val="006B49E4"/>
    <w:rsid w:val="006C6A52"/>
    <w:rsid w:val="006D1456"/>
    <w:rsid w:val="006D633C"/>
    <w:rsid w:val="006D67D1"/>
    <w:rsid w:val="006E4E4B"/>
    <w:rsid w:val="006E5FF9"/>
    <w:rsid w:val="006E6C7E"/>
    <w:rsid w:val="006E7BBE"/>
    <w:rsid w:val="006F1E21"/>
    <w:rsid w:val="006F42A8"/>
    <w:rsid w:val="006F651D"/>
    <w:rsid w:val="007244B8"/>
    <w:rsid w:val="0074087D"/>
    <w:rsid w:val="007430A4"/>
    <w:rsid w:val="00765BE0"/>
    <w:rsid w:val="0076604F"/>
    <w:rsid w:val="00766191"/>
    <w:rsid w:val="00776220"/>
    <w:rsid w:val="00776323"/>
    <w:rsid w:val="00787B4B"/>
    <w:rsid w:val="00787EF0"/>
    <w:rsid w:val="007A1524"/>
    <w:rsid w:val="007A16F7"/>
    <w:rsid w:val="007B274E"/>
    <w:rsid w:val="007D059E"/>
    <w:rsid w:val="007D68C1"/>
    <w:rsid w:val="007E0997"/>
    <w:rsid w:val="007E6515"/>
    <w:rsid w:val="00804524"/>
    <w:rsid w:val="00810860"/>
    <w:rsid w:val="00810ADC"/>
    <w:rsid w:val="008144FE"/>
    <w:rsid w:val="0082044B"/>
    <w:rsid w:val="008373E4"/>
    <w:rsid w:val="008410A1"/>
    <w:rsid w:val="00845DE6"/>
    <w:rsid w:val="00846536"/>
    <w:rsid w:val="0085149A"/>
    <w:rsid w:val="008564A2"/>
    <w:rsid w:val="00860F48"/>
    <w:rsid w:val="0086318D"/>
    <w:rsid w:val="0087065E"/>
    <w:rsid w:val="00871048"/>
    <w:rsid w:val="00873765"/>
    <w:rsid w:val="008813A1"/>
    <w:rsid w:val="00884D8E"/>
    <w:rsid w:val="0089792C"/>
    <w:rsid w:val="008B5B5E"/>
    <w:rsid w:val="008B75C4"/>
    <w:rsid w:val="008C0894"/>
    <w:rsid w:val="008D26B7"/>
    <w:rsid w:val="008D2F25"/>
    <w:rsid w:val="008F22F4"/>
    <w:rsid w:val="008F7828"/>
    <w:rsid w:val="009208EE"/>
    <w:rsid w:val="009353E8"/>
    <w:rsid w:val="00943C1D"/>
    <w:rsid w:val="009446C5"/>
    <w:rsid w:val="009539FB"/>
    <w:rsid w:val="00954491"/>
    <w:rsid w:val="009642CE"/>
    <w:rsid w:val="0096593F"/>
    <w:rsid w:val="0097433F"/>
    <w:rsid w:val="009847D5"/>
    <w:rsid w:val="0099251A"/>
    <w:rsid w:val="009A46A9"/>
    <w:rsid w:val="009A54BD"/>
    <w:rsid w:val="009A67CE"/>
    <w:rsid w:val="009B4D4C"/>
    <w:rsid w:val="009C2984"/>
    <w:rsid w:val="009E6AA8"/>
    <w:rsid w:val="009F46D6"/>
    <w:rsid w:val="00A00C73"/>
    <w:rsid w:val="00A0339E"/>
    <w:rsid w:val="00A11C36"/>
    <w:rsid w:val="00A17914"/>
    <w:rsid w:val="00A17948"/>
    <w:rsid w:val="00A22B76"/>
    <w:rsid w:val="00A3398C"/>
    <w:rsid w:val="00A460CE"/>
    <w:rsid w:val="00A50A2F"/>
    <w:rsid w:val="00A52B59"/>
    <w:rsid w:val="00A54199"/>
    <w:rsid w:val="00A5459E"/>
    <w:rsid w:val="00A62126"/>
    <w:rsid w:val="00A624D5"/>
    <w:rsid w:val="00A62C10"/>
    <w:rsid w:val="00A703B7"/>
    <w:rsid w:val="00A71560"/>
    <w:rsid w:val="00A72357"/>
    <w:rsid w:val="00A771E7"/>
    <w:rsid w:val="00A80AD2"/>
    <w:rsid w:val="00A9118C"/>
    <w:rsid w:val="00A91A11"/>
    <w:rsid w:val="00AA11F0"/>
    <w:rsid w:val="00AA1D7F"/>
    <w:rsid w:val="00AA520E"/>
    <w:rsid w:val="00AA6BB7"/>
    <w:rsid w:val="00AA7CF2"/>
    <w:rsid w:val="00AD6352"/>
    <w:rsid w:val="00AE4176"/>
    <w:rsid w:val="00AE7BB8"/>
    <w:rsid w:val="00AF0FC6"/>
    <w:rsid w:val="00B049C4"/>
    <w:rsid w:val="00B21829"/>
    <w:rsid w:val="00B238AF"/>
    <w:rsid w:val="00B25362"/>
    <w:rsid w:val="00B25D24"/>
    <w:rsid w:val="00B27BB0"/>
    <w:rsid w:val="00B30AA6"/>
    <w:rsid w:val="00B35B39"/>
    <w:rsid w:val="00B36311"/>
    <w:rsid w:val="00B44043"/>
    <w:rsid w:val="00B54252"/>
    <w:rsid w:val="00B87F6F"/>
    <w:rsid w:val="00B97885"/>
    <w:rsid w:val="00BA57B4"/>
    <w:rsid w:val="00BB236A"/>
    <w:rsid w:val="00BC12DB"/>
    <w:rsid w:val="00BC7BD3"/>
    <w:rsid w:val="00BC7F1F"/>
    <w:rsid w:val="00BD3F95"/>
    <w:rsid w:val="00BD6ABA"/>
    <w:rsid w:val="00BD7924"/>
    <w:rsid w:val="00BE0621"/>
    <w:rsid w:val="00BF5282"/>
    <w:rsid w:val="00C00EFD"/>
    <w:rsid w:val="00C011B7"/>
    <w:rsid w:val="00C033EB"/>
    <w:rsid w:val="00C036E8"/>
    <w:rsid w:val="00C07DA9"/>
    <w:rsid w:val="00C128DB"/>
    <w:rsid w:val="00C24B92"/>
    <w:rsid w:val="00C25F02"/>
    <w:rsid w:val="00C27193"/>
    <w:rsid w:val="00C36CFD"/>
    <w:rsid w:val="00C45EC8"/>
    <w:rsid w:val="00C52433"/>
    <w:rsid w:val="00C63452"/>
    <w:rsid w:val="00C72BFA"/>
    <w:rsid w:val="00C73A46"/>
    <w:rsid w:val="00C820A8"/>
    <w:rsid w:val="00C90548"/>
    <w:rsid w:val="00C920B5"/>
    <w:rsid w:val="00C96281"/>
    <w:rsid w:val="00CB0A99"/>
    <w:rsid w:val="00CB29B7"/>
    <w:rsid w:val="00CB2F6A"/>
    <w:rsid w:val="00CC12EC"/>
    <w:rsid w:val="00CC6E1D"/>
    <w:rsid w:val="00CD0607"/>
    <w:rsid w:val="00CD0618"/>
    <w:rsid w:val="00CD387A"/>
    <w:rsid w:val="00CD5B3C"/>
    <w:rsid w:val="00CE524E"/>
    <w:rsid w:val="00CF183F"/>
    <w:rsid w:val="00CF215B"/>
    <w:rsid w:val="00CF4AF6"/>
    <w:rsid w:val="00D05E42"/>
    <w:rsid w:val="00D10BA1"/>
    <w:rsid w:val="00D1559A"/>
    <w:rsid w:val="00D309D5"/>
    <w:rsid w:val="00D32A88"/>
    <w:rsid w:val="00D339F8"/>
    <w:rsid w:val="00D339FA"/>
    <w:rsid w:val="00D47357"/>
    <w:rsid w:val="00D54354"/>
    <w:rsid w:val="00D74DE2"/>
    <w:rsid w:val="00D750F5"/>
    <w:rsid w:val="00D77D96"/>
    <w:rsid w:val="00D857FF"/>
    <w:rsid w:val="00D86415"/>
    <w:rsid w:val="00DB2541"/>
    <w:rsid w:val="00DB6D41"/>
    <w:rsid w:val="00DC070B"/>
    <w:rsid w:val="00DC09AF"/>
    <w:rsid w:val="00DC2A54"/>
    <w:rsid w:val="00DC3D9A"/>
    <w:rsid w:val="00DE010B"/>
    <w:rsid w:val="00DE5021"/>
    <w:rsid w:val="00DF386B"/>
    <w:rsid w:val="00DF42AB"/>
    <w:rsid w:val="00DF6DC0"/>
    <w:rsid w:val="00E12142"/>
    <w:rsid w:val="00E16E21"/>
    <w:rsid w:val="00E355CA"/>
    <w:rsid w:val="00E40A69"/>
    <w:rsid w:val="00E420BB"/>
    <w:rsid w:val="00E44E79"/>
    <w:rsid w:val="00E452E7"/>
    <w:rsid w:val="00E4637B"/>
    <w:rsid w:val="00E501F8"/>
    <w:rsid w:val="00E5742A"/>
    <w:rsid w:val="00E77644"/>
    <w:rsid w:val="00E800BA"/>
    <w:rsid w:val="00E83D5B"/>
    <w:rsid w:val="00E865D9"/>
    <w:rsid w:val="00E87221"/>
    <w:rsid w:val="00E90122"/>
    <w:rsid w:val="00E92A0E"/>
    <w:rsid w:val="00E93154"/>
    <w:rsid w:val="00E949DA"/>
    <w:rsid w:val="00EB2826"/>
    <w:rsid w:val="00EC4D6B"/>
    <w:rsid w:val="00EC5936"/>
    <w:rsid w:val="00EC761C"/>
    <w:rsid w:val="00ED1F36"/>
    <w:rsid w:val="00ED6F77"/>
    <w:rsid w:val="00EE75C6"/>
    <w:rsid w:val="00EF1C61"/>
    <w:rsid w:val="00F0177C"/>
    <w:rsid w:val="00F0370E"/>
    <w:rsid w:val="00F1019D"/>
    <w:rsid w:val="00F13FB9"/>
    <w:rsid w:val="00F17EC2"/>
    <w:rsid w:val="00F217D5"/>
    <w:rsid w:val="00F31194"/>
    <w:rsid w:val="00F52786"/>
    <w:rsid w:val="00F57CA9"/>
    <w:rsid w:val="00F67951"/>
    <w:rsid w:val="00F75365"/>
    <w:rsid w:val="00F76DD4"/>
    <w:rsid w:val="00F82FB1"/>
    <w:rsid w:val="00F83BFB"/>
    <w:rsid w:val="00FB154C"/>
    <w:rsid w:val="00FC2299"/>
    <w:rsid w:val="00FC26BB"/>
    <w:rsid w:val="00FC6570"/>
    <w:rsid w:val="00FD0C0E"/>
    <w:rsid w:val="00FD4C2B"/>
    <w:rsid w:val="00FE0715"/>
    <w:rsid w:val="00FF3268"/>
    <w:rsid w:val="00FF4470"/>
    <w:rsid w:val="00FF44C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524E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1E6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E6D86"/>
    <w:rPr>
      <w:sz w:val="18"/>
      <w:szCs w:val="18"/>
    </w:rPr>
  </w:style>
  <w:style w:type="paragraph" w:styleId="a5">
    <w:name w:val="footer"/>
    <w:basedOn w:val="a"/>
    <w:link w:val="Char0"/>
    <w:rsid w:val="001E6D8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E6D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524E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1E6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E6D86"/>
    <w:rPr>
      <w:sz w:val="18"/>
      <w:szCs w:val="18"/>
    </w:rPr>
  </w:style>
  <w:style w:type="paragraph" w:styleId="a5">
    <w:name w:val="footer"/>
    <w:basedOn w:val="a"/>
    <w:link w:val="Char0"/>
    <w:rsid w:val="001E6D8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E6D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ublic\01.bizdoc\00.iso\40.QT&#34920;&#21333;&#35760;&#24405;\T32-0101A_&#20844;&#21496;&#22522;&#26412;&#20449;&#24687;&#36164;&#26009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T32-0101A_公司基本信息资料表</Template>
  <TotalTime>2</TotalTime>
  <Pages>2</Pages>
  <Words>109</Words>
  <Characters>624</Characters>
  <Application>Microsoft Office Word</Application>
  <DocSecurity>0</DocSecurity>
  <Lines>5</Lines>
  <Paragraphs>1</Paragraphs>
  <ScaleCrop>false</ScaleCrop>
  <Company>时代超越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访问客户预定及结果报告书</dc:title>
  <dc:creator>frank</dc:creator>
  <cp:lastModifiedBy>10011</cp:lastModifiedBy>
  <cp:revision>3</cp:revision>
  <cp:lastPrinted>1900-12-31T16:00:00Z</cp:lastPrinted>
  <dcterms:created xsi:type="dcterms:W3CDTF">2014-12-26T02:31:00Z</dcterms:created>
  <dcterms:modified xsi:type="dcterms:W3CDTF">2014-12-26T02:32:00Z</dcterms:modified>
</cp:coreProperties>
</file>